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498BB2E9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4D61FE">
              <w:rPr>
                <w:rFonts w:ascii="Cambria" w:hAnsi="Cambria"/>
                <w:b/>
                <w:bCs/>
                <w:lang w:val="es-419"/>
              </w:rPr>
              <w:t>34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789A3AE1" w:rsidR="00076AC6" w:rsidRPr="00487116" w:rsidRDefault="004D61FE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07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>
              <w:rPr>
                <w:rFonts w:ascii="Cambria" w:hAnsi="Cambria"/>
                <w:b/>
                <w:bCs/>
              </w:rPr>
              <w:t>06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07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>
              <w:rPr>
                <w:rFonts w:ascii="Cambria" w:hAnsi="Cambria"/>
                <w:b/>
                <w:bCs/>
              </w:rPr>
              <w:t>3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12E9B933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4D61FE">
              <w:rPr>
                <w:rFonts w:ascii="Cambria" w:hAnsi="Cambria"/>
                <w:b/>
                <w:bCs/>
              </w:rPr>
              <w:t>07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4D61FE">
              <w:rPr>
                <w:rFonts w:ascii="Cambria" w:hAnsi="Cambria"/>
                <w:b/>
                <w:bCs/>
              </w:rPr>
              <w:t>06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4D61FE">
              <w:rPr>
                <w:rFonts w:ascii="Cambria" w:hAnsi="Cambria"/>
                <w:b/>
                <w:bCs/>
              </w:rPr>
              <w:t>08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4D61FE">
              <w:rPr>
                <w:rFonts w:ascii="Cambria" w:hAnsi="Cambria"/>
                <w:b/>
                <w:bCs/>
              </w:rPr>
              <w:t>0</w:t>
            </w:r>
            <w:r w:rsidR="00784F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71F55C3C" w:rsidR="00CC0B16" w:rsidRPr="00B2491F" w:rsidRDefault="00F616F3" w:rsidP="004156A0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Habilitación de la administración de autorización para registro de calificaciones por parte del Coordinador de los programas de posgrado.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3AEE8A03" w:rsidR="001C48A7" w:rsidRDefault="003B044C" w:rsidP="00B77EAE">
            <w:pPr>
              <w:rPr>
                <w:lang w:val="es-EC"/>
              </w:rPr>
            </w:pPr>
            <w:r>
              <w:rPr>
                <w:lang w:val="es-EC"/>
              </w:rPr>
              <w:t>I</w:t>
            </w:r>
            <w:r w:rsidR="00CC0B16">
              <w:rPr>
                <w:lang w:val="es-EC"/>
              </w:rPr>
              <w:t xml:space="preserve">ng. </w:t>
            </w:r>
            <w:r w:rsidR="00F616F3">
              <w:rPr>
                <w:lang w:val="es-EC"/>
              </w:rPr>
              <w:t>Daniel Albuja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EDB05" w14:textId="77777777" w:rsidR="00E95E7F" w:rsidRDefault="00E95E7F" w:rsidP="00487116">
      <w:r>
        <w:separator/>
      </w:r>
    </w:p>
  </w:endnote>
  <w:endnote w:type="continuationSeparator" w:id="0">
    <w:p w14:paraId="17C34EB9" w14:textId="77777777" w:rsidR="00E95E7F" w:rsidRDefault="00E95E7F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8265F" w14:textId="77777777" w:rsidR="00E95E7F" w:rsidRDefault="00E95E7F" w:rsidP="00487116">
      <w:r>
        <w:separator/>
      </w:r>
    </w:p>
  </w:footnote>
  <w:footnote w:type="continuationSeparator" w:id="0">
    <w:p w14:paraId="398C6590" w14:textId="77777777" w:rsidR="00E95E7F" w:rsidRDefault="00E95E7F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686EB4C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16DE8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94B3A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66E7"/>
    <w:rsid w:val="001B7152"/>
    <w:rsid w:val="001B749F"/>
    <w:rsid w:val="001B7B33"/>
    <w:rsid w:val="001C05DE"/>
    <w:rsid w:val="001C48A7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3484"/>
    <w:rsid w:val="0020428B"/>
    <w:rsid w:val="0020506B"/>
    <w:rsid w:val="00205424"/>
    <w:rsid w:val="00216BA9"/>
    <w:rsid w:val="0021708F"/>
    <w:rsid w:val="00225854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12B6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C7A67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8F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DDF"/>
    <w:rsid w:val="00B177D8"/>
    <w:rsid w:val="00B213A7"/>
    <w:rsid w:val="00B23F41"/>
    <w:rsid w:val="00B2491F"/>
    <w:rsid w:val="00B3534E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7EAE"/>
    <w:rsid w:val="00B85025"/>
    <w:rsid w:val="00B85985"/>
    <w:rsid w:val="00B867E7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2A5D"/>
    <w:rsid w:val="00D86917"/>
    <w:rsid w:val="00D94ADB"/>
    <w:rsid w:val="00DA11E0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B86"/>
    <w:rsid w:val="00E2762F"/>
    <w:rsid w:val="00E3065D"/>
    <w:rsid w:val="00E33C63"/>
    <w:rsid w:val="00E40076"/>
    <w:rsid w:val="00E41DF8"/>
    <w:rsid w:val="00E437E7"/>
    <w:rsid w:val="00E64DFB"/>
    <w:rsid w:val="00E71526"/>
    <w:rsid w:val="00E76220"/>
    <w:rsid w:val="00E8327E"/>
    <w:rsid w:val="00E95E7F"/>
    <w:rsid w:val="00E9628A"/>
    <w:rsid w:val="00EA7D73"/>
    <w:rsid w:val="00EB00DD"/>
    <w:rsid w:val="00EB094D"/>
    <w:rsid w:val="00EB35E5"/>
    <w:rsid w:val="00EB5BE5"/>
    <w:rsid w:val="00EC6C55"/>
    <w:rsid w:val="00EC7011"/>
    <w:rsid w:val="00ED0863"/>
    <w:rsid w:val="00ED142E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47EC"/>
    <w:rsid w:val="00F76915"/>
    <w:rsid w:val="00F86EB9"/>
    <w:rsid w:val="00F9663B"/>
    <w:rsid w:val="00FA201D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6492-26A1-4AC7-ADA6-2601AA7E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107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2024-06-07T17:18:00Z</dcterms:created>
  <dcterms:modified xsi:type="dcterms:W3CDTF">2024-06-07T19:05:00Z</dcterms:modified>
</cp:coreProperties>
</file>